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57FB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F3DC2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F3DC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DF3DC2">
        <w:rPr>
          <w:rFonts w:ascii="Corbel" w:hAnsi="Corbel"/>
          <w:sz w:val="20"/>
          <w:szCs w:val="20"/>
        </w:rPr>
        <w:t xml:space="preserve"> </w:t>
      </w:r>
      <w:r w:rsidR="003E3669">
        <w:rPr>
          <w:rFonts w:ascii="Corbel" w:hAnsi="Corbel"/>
          <w:sz w:val="20"/>
          <w:szCs w:val="20"/>
        </w:rPr>
        <w:t>2026</w:t>
      </w:r>
      <w:r w:rsidR="000257FB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F3DC2" w:rsidRDefault="00D60387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F3DC2">
              <w:rPr>
                <w:rFonts w:ascii="Corbel" w:hAnsi="Corbel"/>
                <w:sz w:val="24"/>
                <w:szCs w:val="24"/>
              </w:rPr>
              <w:t>Sądowe i pozasądowe ekspertyzy kryminalistyczne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4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D603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0387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40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0ED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F3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03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D603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  <w:r w:rsidR="009B6D75" w:rsidRPr="009B6D75">
        <w:rPr>
          <w:rFonts w:ascii="Corbel" w:hAnsi="Corbel"/>
          <w:b w:val="0"/>
          <w:szCs w:val="24"/>
        </w:rPr>
        <w:t xml:space="preserve">w formie </w:t>
      </w:r>
      <w:r w:rsidR="00D7685D">
        <w:rPr>
          <w:rFonts w:ascii="Corbel" w:hAnsi="Corbel"/>
          <w:b w:val="0"/>
          <w:szCs w:val="24"/>
        </w:rPr>
        <w:t>pisemne</w:t>
      </w:r>
      <w:r w:rsidR="009B6D75" w:rsidRPr="009B6D75">
        <w:rPr>
          <w:rFonts w:ascii="Corbel" w:hAnsi="Corbel"/>
          <w:b w:val="0"/>
          <w:szCs w:val="24"/>
        </w:rPr>
        <w:t>j lub</w:t>
      </w:r>
      <w:r w:rsidR="004D5EB5">
        <w:rPr>
          <w:rFonts w:ascii="Corbel" w:hAnsi="Corbel"/>
          <w:b w:val="0"/>
          <w:szCs w:val="24"/>
        </w:rPr>
        <w:t xml:space="preserve"> </w:t>
      </w:r>
      <w:r w:rsidR="00D7685D">
        <w:rPr>
          <w:rFonts w:ascii="Corbel" w:hAnsi="Corbel"/>
          <w:b w:val="0"/>
          <w:szCs w:val="24"/>
        </w:rPr>
        <w:t>egzamin ustny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F3DC2" w:rsidRPr="009C54AE" w:rsidRDefault="00DF3D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A618B5" w:rsidRDefault="00A618B5" w:rsidP="00A618B5">
            <w:pPr>
              <w:spacing w:after="160" w:line="259" w:lineRule="auto"/>
            </w:pPr>
            <w:r>
              <w:t>Podstawowa wiedza z zakresu systemu prawa w Polsce i kryminalistyki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42267" w:rsidRDefault="00B42267" w:rsidP="00B42267">
            <w:pPr>
              <w:spacing w:after="160" w:line="259" w:lineRule="auto"/>
            </w:pPr>
            <w:r>
              <w:t xml:space="preserve">Zdobycie wiedzy w zakresie kryminalistycznych ekspertyz sądowych i pozasądowych przydatnej absolwentowi przy wykonywaniu zawodu prokuratora, sędziego, adwokata, notariusza, biegłego.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C650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oraz zna i </w:t>
            </w:r>
            <w:r w:rsidR="00C95E1C" w:rsidRPr="00C95E1C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terminy </w:t>
            </w:r>
            <w:r w:rsidR="00C65002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948BC" w:rsidRPr="009C54AE" w:rsidTr="005E6E85">
        <w:tc>
          <w:tcPr>
            <w:tcW w:w="1701" w:type="dxa"/>
          </w:tcPr>
          <w:p w:rsidR="001948BC" w:rsidRPr="009C54AE" w:rsidRDefault="001948BC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1948BC" w:rsidRPr="00E17574" w:rsidRDefault="001948BC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</w:t>
            </w:r>
            <w:r w:rsidR="00C95E1C">
              <w:rPr>
                <w:rFonts w:ascii="Corbel" w:hAnsi="Corbel"/>
                <w:b w:val="0"/>
                <w:smallCaps w:val="0"/>
                <w:szCs w:val="24"/>
              </w:rPr>
              <w:t xml:space="preserve"> zarówno sądowych, jak i pozasądowych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wyjaśnia ich znaczenie dowodowe dla czynienia ustaleń faktycznych</w:t>
            </w:r>
          </w:p>
        </w:tc>
        <w:tc>
          <w:tcPr>
            <w:tcW w:w="1873" w:type="dxa"/>
          </w:tcPr>
          <w:p w:rsidR="001948BC" w:rsidRPr="00E17574" w:rsidRDefault="001948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D2020" w:rsidRPr="009C54AE" w:rsidTr="005E6E85">
        <w:tc>
          <w:tcPr>
            <w:tcW w:w="1701" w:type="dxa"/>
          </w:tcPr>
          <w:p w:rsidR="002D2020" w:rsidRPr="009C54AE" w:rsidRDefault="002D2020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43A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D2020" w:rsidRPr="00E17574" w:rsidRDefault="002D2020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dotyczącą procesów stosowania prawa w </w:t>
            </w:r>
            <w:r w:rsidR="00F25150">
              <w:rPr>
                <w:rFonts w:ascii="Corbel" w:hAnsi="Corbel"/>
                <w:b w:val="0"/>
                <w:smallCaps w:val="0"/>
                <w:szCs w:val="24"/>
              </w:rPr>
              <w:t xml:space="preserve">odniesieniu do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wykonywania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sądowych i pozasądowych ekspertyz kryminalistycznych</w:t>
            </w:r>
          </w:p>
        </w:tc>
        <w:tc>
          <w:tcPr>
            <w:tcW w:w="1873" w:type="dxa"/>
          </w:tcPr>
          <w:p w:rsidR="002D2020" w:rsidRPr="001948BC" w:rsidRDefault="002D2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8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F12B18" w:rsidRPr="009C54AE" w:rsidTr="005E6E85">
        <w:tc>
          <w:tcPr>
            <w:tcW w:w="1701" w:type="dxa"/>
          </w:tcPr>
          <w:p w:rsidR="00F12B18" w:rsidRPr="009C54AE" w:rsidRDefault="00F12B18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12B18" w:rsidRDefault="00F12B18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wiedzę w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zasad i norm w kontekście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ekspertyz kryminalistycznych</w:t>
            </w:r>
          </w:p>
        </w:tc>
        <w:tc>
          <w:tcPr>
            <w:tcW w:w="1873" w:type="dxa"/>
          </w:tcPr>
          <w:p w:rsidR="00F12B18" w:rsidRPr="001948BC" w:rsidRDefault="000E6D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FC708A" w:rsidRPr="009C54AE" w:rsidTr="005E6E85">
        <w:tc>
          <w:tcPr>
            <w:tcW w:w="1701" w:type="dxa"/>
          </w:tcPr>
          <w:p w:rsidR="00FC708A" w:rsidRDefault="00FC708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C708A" w:rsidRDefault="00FC708A" w:rsidP="00F12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prawidłowej  interpretacji norm prawnych w zakresie sporządzania sądowych i pozasądowych  ekspertyz kryminalistycznych</w:t>
            </w:r>
          </w:p>
        </w:tc>
        <w:tc>
          <w:tcPr>
            <w:tcW w:w="1873" w:type="dxa"/>
          </w:tcPr>
          <w:p w:rsidR="00FC708A" w:rsidRDefault="00C465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667FB" w:rsidRPr="009C54AE" w:rsidTr="005E6E85">
        <w:tc>
          <w:tcPr>
            <w:tcW w:w="1701" w:type="dxa"/>
          </w:tcPr>
          <w:p w:rsidR="00B667FB" w:rsidRDefault="00B667F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B667FB" w:rsidRDefault="00286725" w:rsidP="004767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formułować i analizować zagadnienia dotyczące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opracowywania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sądowych i pozasądowych ekspertyz kryminalistycznych</w:t>
            </w:r>
            <w:r w:rsidR="009B3317">
              <w:rPr>
                <w:rFonts w:ascii="Corbel" w:hAnsi="Corbel"/>
                <w:b w:val="0"/>
                <w:smallCaps w:val="0"/>
                <w:szCs w:val="24"/>
              </w:rPr>
              <w:t xml:space="preserve"> oraz zna instytucje je wykonujące</w:t>
            </w:r>
          </w:p>
        </w:tc>
        <w:tc>
          <w:tcPr>
            <w:tcW w:w="1873" w:type="dxa"/>
          </w:tcPr>
          <w:p w:rsidR="00B667FB" w:rsidRDefault="0040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202ECD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D26823" w:rsidRPr="009C54AE" w:rsidTr="005E6E85">
        <w:tc>
          <w:tcPr>
            <w:tcW w:w="1701" w:type="dxa"/>
          </w:tcPr>
          <w:p w:rsidR="00D26823" w:rsidRDefault="00497B6B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26823" w:rsidRDefault="002174E0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dobiera właściwy rodzaj ekspertyzy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celu 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>zbadania określo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>nych śladów kryminalistycznych oraz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ocenia uzyskane na tej podstawie wnioski pod kątem znaczenia dowodowego</w:t>
            </w:r>
          </w:p>
        </w:tc>
        <w:tc>
          <w:tcPr>
            <w:tcW w:w="1873" w:type="dxa"/>
          </w:tcPr>
          <w:p w:rsidR="00D26823" w:rsidRDefault="00B44B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F5704C">
              <w:rPr>
                <w:rFonts w:ascii="Corbel" w:hAnsi="Corbel"/>
                <w:b w:val="0"/>
                <w:smallCaps w:val="0"/>
                <w:szCs w:val="24"/>
              </w:rPr>
              <w:t>, K_U16</w:t>
            </w:r>
          </w:p>
        </w:tc>
      </w:tr>
      <w:tr w:rsidR="00B746BD" w:rsidRPr="009C54AE" w:rsidTr="005E6E85">
        <w:tc>
          <w:tcPr>
            <w:tcW w:w="1701" w:type="dxa"/>
          </w:tcPr>
          <w:p w:rsidR="00B746BD" w:rsidRDefault="00B746BD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746BD" w:rsidRPr="00E17574" w:rsidRDefault="00B746BD" w:rsidP="00217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F431B">
              <w:rPr>
                <w:rFonts w:ascii="Corbel" w:hAnsi="Corbel"/>
                <w:b w:val="0"/>
                <w:smallCaps w:val="0"/>
                <w:szCs w:val="24"/>
              </w:rPr>
              <w:t>sprawnie interpretować przepisy prawne dotyczące ekspertyz kryminalistycznych</w:t>
            </w:r>
          </w:p>
        </w:tc>
        <w:tc>
          <w:tcPr>
            <w:tcW w:w="1873" w:type="dxa"/>
          </w:tcPr>
          <w:p w:rsidR="00B746BD" w:rsidRDefault="007869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3420A" w:rsidRPr="009C54AE" w:rsidTr="005E6E85">
        <w:tc>
          <w:tcPr>
            <w:tcW w:w="1701" w:type="dxa"/>
          </w:tcPr>
          <w:p w:rsidR="0053420A" w:rsidRDefault="0053420A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420A" w:rsidRDefault="006A460E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zdobytą wiedzę teoretyczną i umiejętność samodzielnego </w:t>
            </w:r>
            <w:r w:rsidR="00A7653F">
              <w:rPr>
                <w:rFonts w:ascii="Corbel" w:hAnsi="Corbel"/>
                <w:b w:val="0"/>
                <w:smallCaps w:val="0"/>
                <w:szCs w:val="24"/>
              </w:rPr>
              <w:t>proponowania rozwiązań potrafi sporządzić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 xml:space="preserve"> elementy 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>ekspertyz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E079C">
              <w:rPr>
                <w:rFonts w:ascii="Corbel" w:hAnsi="Corbel"/>
                <w:b w:val="0"/>
                <w:smallCaps w:val="0"/>
                <w:szCs w:val="24"/>
              </w:rPr>
              <w:t xml:space="preserve"> kryminalistyczn</w:t>
            </w:r>
            <w:r w:rsidR="00D04A16">
              <w:rPr>
                <w:rFonts w:ascii="Corbel" w:hAnsi="Corbel"/>
                <w:b w:val="0"/>
                <w:smallCaps w:val="0"/>
                <w:szCs w:val="24"/>
              </w:rPr>
              <w:t>ej</w:t>
            </w:r>
          </w:p>
        </w:tc>
        <w:tc>
          <w:tcPr>
            <w:tcW w:w="1873" w:type="dxa"/>
          </w:tcPr>
          <w:p w:rsidR="0053420A" w:rsidRDefault="005342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370222" w:rsidRPr="009C54AE" w:rsidTr="005E6E85">
        <w:tc>
          <w:tcPr>
            <w:tcW w:w="1701" w:type="dxa"/>
          </w:tcPr>
          <w:p w:rsidR="00370222" w:rsidRDefault="00370222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370222" w:rsidRDefault="005564B6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 prawnych z zakresu wykonywania sądowych i pozasądowych ekspertyz kryminalistycznych</w:t>
            </w:r>
          </w:p>
        </w:tc>
        <w:tc>
          <w:tcPr>
            <w:tcW w:w="1873" w:type="dxa"/>
          </w:tcPr>
          <w:p w:rsidR="00370222" w:rsidRDefault="007B2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:rsidR="00D62E46" w:rsidRDefault="00F5704C" w:rsidP="00D04A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</w:t>
            </w:r>
            <w:r w:rsidR="00E700E2">
              <w:rPr>
                <w:rFonts w:ascii="Corbel" w:hAnsi="Corbel"/>
                <w:b w:val="0"/>
                <w:smallCaps w:val="0"/>
                <w:szCs w:val="24"/>
              </w:rPr>
              <w:t xml:space="preserve"> oraz doboru prawidłowej metody w celu rozwiązania konkretnego problemu prawnego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62E46" w:rsidRDefault="00D62E46" w:rsidP="00AB76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współdziałania i pracy w grupie, kierowania w niej pracą, a także</w:t>
            </w:r>
            <w:r w:rsidR="00476724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pełnienia w grupie różnych ról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62E46" w:rsidRPr="009C54AE" w:rsidTr="005E6E85">
        <w:tc>
          <w:tcPr>
            <w:tcW w:w="1701" w:type="dxa"/>
          </w:tcPr>
          <w:p w:rsidR="00D62E46" w:rsidRDefault="00D62E46" w:rsidP="0074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62E46" w:rsidRDefault="00D62E46" w:rsidP="00C951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konieczność i potrzebę stosowania zasad i norm etycznych w </w:t>
            </w:r>
            <w:r w:rsidR="00C951D2">
              <w:rPr>
                <w:rFonts w:ascii="Corbel" w:hAnsi="Corbel"/>
                <w:b w:val="0"/>
                <w:smallCaps w:val="0"/>
                <w:szCs w:val="24"/>
              </w:rPr>
              <w:t>życiu zawodowym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prawnika</w:t>
            </w:r>
          </w:p>
        </w:tc>
        <w:tc>
          <w:tcPr>
            <w:tcW w:w="1873" w:type="dxa"/>
          </w:tcPr>
          <w:p w:rsidR="00D62E46" w:rsidRDefault="00D62E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47683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7683">
              <w:rPr>
                <w:rFonts w:ascii="Corbel" w:hAnsi="Corbel"/>
                <w:sz w:val="24"/>
                <w:szCs w:val="24"/>
              </w:rPr>
              <w:t>Pojęcie ekspertyzy kryminalistycznej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Rola i znaczenie ekspertyzy w postępowaniu sądowym i pozasądowym</w:t>
            </w:r>
          </w:p>
        </w:tc>
      </w:tr>
      <w:tr w:rsidR="0085747A" w:rsidRPr="009C54AE" w:rsidTr="00923D7D">
        <w:tc>
          <w:tcPr>
            <w:tcW w:w="9639" w:type="dxa"/>
          </w:tcPr>
          <w:p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Podstawy prawne i praktyczne aspekty poszczególnych elementów ekspertyzy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kryminalistycznej. Czynności badawcze, wiadomości specjalne, biegły, organ procesowy, 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opinia (sprawozdania i wnioski), opinia jako dowód w procesie, okoliczności istotne dla </w:t>
            </w:r>
          </w:p>
          <w:p w:rsidR="0085747A" w:rsidRPr="009C54AE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rozstrzygnięcia sprawy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Sądowe ekspertyzy kryminalistyczne – podstawy prawne i praktyka</w:t>
            </w:r>
          </w:p>
        </w:tc>
      </w:tr>
      <w:tr w:rsidR="002E6E3D" w:rsidRPr="009C54AE" w:rsidTr="00923D7D">
        <w:tc>
          <w:tcPr>
            <w:tcW w:w="9639" w:type="dxa"/>
          </w:tcPr>
          <w:p w:rsidR="002E6E3D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>Pozasądowe ekspertyzy kryminalistyczne – podstawy prawne i praktyka</w:t>
            </w:r>
          </w:p>
        </w:tc>
      </w:tr>
      <w:tr w:rsidR="009B077D" w:rsidRPr="009C54AE" w:rsidTr="00923D7D">
        <w:tc>
          <w:tcPr>
            <w:tcW w:w="9639" w:type="dxa"/>
          </w:tcPr>
          <w:p w:rsidR="00D15486" w:rsidRDefault="00D15486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D15486">
              <w:rPr>
                <w:rFonts w:ascii="Corbel" w:hAnsi="Corbel"/>
                <w:sz w:val="24"/>
                <w:szCs w:val="24"/>
              </w:rPr>
              <w:t xml:space="preserve">Praktyczne i prawne aspekty wybranych ekspertyz kryminalistycznych (ekspertyza </w:t>
            </w:r>
          </w:p>
          <w:p w:rsidR="00D15486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5486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D15486">
              <w:rPr>
                <w:rFonts w:ascii="Corbel" w:hAnsi="Corbel"/>
                <w:sz w:val="24"/>
                <w:szCs w:val="24"/>
              </w:rPr>
              <w:t xml:space="preserve">, ekspertyza w zakresie badań pisma ręcznego i podpisów, ekspertyzy </w:t>
            </w:r>
          </w:p>
          <w:p w:rsidR="009B077D" w:rsidRDefault="00D15486" w:rsidP="003500EA">
            <w:pPr>
              <w:pStyle w:val="Akapitzlist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15486">
              <w:rPr>
                <w:rFonts w:ascii="Corbel" w:hAnsi="Corbel"/>
                <w:sz w:val="24"/>
                <w:szCs w:val="24"/>
              </w:rPr>
              <w:t>dermatoskopij</w:t>
            </w:r>
            <w:r w:rsidR="00A11E1F">
              <w:rPr>
                <w:rFonts w:ascii="Corbel" w:hAnsi="Corbel"/>
                <w:sz w:val="24"/>
                <w:szCs w:val="24"/>
              </w:rPr>
              <w:t>n</w:t>
            </w:r>
            <w:r w:rsidRPr="00D15486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Pr="00D15486">
              <w:rPr>
                <w:rFonts w:ascii="Corbel" w:hAnsi="Corbel"/>
                <w:sz w:val="24"/>
                <w:szCs w:val="24"/>
              </w:rPr>
              <w:t>, ek</w:t>
            </w:r>
            <w:r>
              <w:rPr>
                <w:rFonts w:ascii="Corbel" w:hAnsi="Corbel"/>
                <w:sz w:val="24"/>
                <w:szCs w:val="24"/>
              </w:rPr>
              <w:t>spertyzy toksykologiczne i inne</w:t>
            </w:r>
            <w:r w:rsidRPr="00D154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0F2F" w:rsidRPr="009C54AE" w:rsidTr="00923D7D">
        <w:tc>
          <w:tcPr>
            <w:tcW w:w="9639" w:type="dxa"/>
          </w:tcPr>
          <w:p w:rsidR="00230F2F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Błędy w opiniowaniu i ich skutki – analiza przykładów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Default="000D1B2E" w:rsidP="003500EA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0D1B2E">
              <w:rPr>
                <w:rFonts w:ascii="Corbel" w:hAnsi="Corbel"/>
                <w:sz w:val="24"/>
                <w:szCs w:val="24"/>
              </w:rPr>
              <w:t>Sądowe i pozasądowe ekspertyzy kryminalistyczne – studium przypadku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5400ED">
        <w:rPr>
          <w:rFonts w:ascii="Corbel" w:hAnsi="Corbel"/>
          <w:b w:val="0"/>
          <w:smallCaps w:val="0"/>
          <w:szCs w:val="24"/>
        </w:rPr>
        <w:t>z prezentacją multimedialną,</w:t>
      </w:r>
      <w:r w:rsidR="00A87998">
        <w:rPr>
          <w:rFonts w:ascii="Corbel" w:hAnsi="Corbel"/>
          <w:b w:val="0"/>
          <w:smallCaps w:val="0"/>
          <w:szCs w:val="24"/>
        </w:rPr>
        <w:t xml:space="preserve"> praca na materiałach źródłowych, studium przypadku,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zakresu poszczególnych </w:t>
      </w:r>
      <w:r w:rsidR="00A87998">
        <w:rPr>
          <w:rFonts w:ascii="Corbel" w:hAnsi="Corbel"/>
          <w:b w:val="0"/>
          <w:smallCaps w:val="0"/>
          <w:szCs w:val="24"/>
        </w:rPr>
        <w:t xml:space="preserve">sądowych i pozasądowych ekspertyz </w:t>
      </w:r>
      <w:r w:rsidR="002F5F3A" w:rsidRPr="002F5F3A">
        <w:rPr>
          <w:rFonts w:ascii="Corbel" w:hAnsi="Corbel"/>
          <w:b w:val="0"/>
          <w:smallCaps w:val="0"/>
          <w:szCs w:val="24"/>
        </w:rPr>
        <w:t>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98651E" w:rsidP="009865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191E27" w:rsidP="00CF7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  <w:r w:rsidR="0098651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98651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98651E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98651E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B667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191E27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160AE" w:rsidRPr="004C121F" w:rsidTr="000160A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275BD7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202ECD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0160AE">
              <w:rPr>
                <w:rFonts w:ascii="Corbel" w:hAnsi="Corbel"/>
                <w:b w:val="0"/>
                <w:szCs w:val="24"/>
              </w:rPr>
              <w:t>EGZAMIN W FORMIE PISEMNEJ LUB EGZAMIN USTNY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AE" w:rsidRPr="004C121F" w:rsidRDefault="000160AE" w:rsidP="00D07E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C75AF9" w:rsidRPr="009C54AE" w:rsidRDefault="00C75AF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0335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33566">
              <w:rPr>
                <w:rFonts w:ascii="Corbel" w:hAnsi="Corbel"/>
                <w:b w:val="0"/>
                <w:smallCaps w:val="0"/>
                <w:szCs w:val="24"/>
              </w:rPr>
              <w:t xml:space="preserve"> egzamin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C79A8">
              <w:rPr>
                <w:rFonts w:ascii="Corbel" w:hAnsi="Corbel"/>
                <w:sz w:val="24"/>
                <w:szCs w:val="24"/>
              </w:rPr>
              <w:t>2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  <w:p w:rsidR="00DC283B" w:rsidRPr="009C54AE" w:rsidRDefault="0046394B" w:rsidP="000A08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egzaminie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0A0874">
              <w:rPr>
                <w:rFonts w:ascii="Corbel" w:hAnsi="Corbel"/>
                <w:sz w:val="24"/>
                <w:szCs w:val="24"/>
              </w:rPr>
              <w:t xml:space="preserve">egzaminu 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C79A8">
              <w:rPr>
                <w:rFonts w:ascii="Corbel" w:hAnsi="Corbel"/>
                <w:sz w:val="24"/>
                <w:szCs w:val="24"/>
              </w:rPr>
              <w:t>8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EC79A8">
              <w:rPr>
                <w:rFonts w:ascii="Corbel" w:hAnsi="Corbel"/>
                <w:sz w:val="24"/>
                <w:szCs w:val="24"/>
              </w:rPr>
              <w:t xml:space="preserve"> 6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C7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08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94FC8" w:rsidRDefault="00594FC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94F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94F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4F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94FC8" w:rsidRPr="00594FC8" w:rsidRDefault="00594FC8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F9722A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9722A" w:rsidRDefault="00F9722A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 model ekspertyzy pismoznawczej.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„Volumina.pl”, 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Wójcikiewicz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  <w:p w:rsidR="00B42267" w:rsidRPr="00F32A13" w:rsidRDefault="00B42267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Materiały źródłowe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4F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94FC8" w:rsidRPr="00594FC8" w:rsidRDefault="00594FC8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Wójcikiewicz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42B" w:rsidRDefault="002E742B" w:rsidP="00C16ABF">
      <w:pPr>
        <w:spacing w:after="0" w:line="240" w:lineRule="auto"/>
      </w:pPr>
      <w:r>
        <w:separator/>
      </w:r>
    </w:p>
  </w:endnote>
  <w:endnote w:type="continuationSeparator" w:id="0">
    <w:p w:rsidR="002E742B" w:rsidRDefault="002E74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42B" w:rsidRDefault="002E742B" w:rsidP="00C16ABF">
      <w:pPr>
        <w:spacing w:after="0" w:line="240" w:lineRule="auto"/>
      </w:pPr>
      <w:r>
        <w:separator/>
      </w:r>
    </w:p>
  </w:footnote>
  <w:footnote w:type="continuationSeparator" w:id="0">
    <w:p w:rsidR="002E742B" w:rsidRDefault="002E742B" w:rsidP="00C16ABF">
      <w:pPr>
        <w:spacing w:after="0" w:line="240" w:lineRule="auto"/>
      </w:pPr>
      <w:r>
        <w:continuationSeparator/>
      </w:r>
    </w:p>
  </w:footnote>
  <w:footnote w:id="1">
    <w:p w:rsidR="00B667FB" w:rsidRDefault="00B667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BF4626"/>
    <w:multiLevelType w:val="hybridMultilevel"/>
    <w:tmpl w:val="D2047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937C4"/>
    <w:multiLevelType w:val="hybridMultilevel"/>
    <w:tmpl w:val="C91A8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0AE"/>
    <w:rsid w:val="00022D51"/>
    <w:rsid w:val="00022ECE"/>
    <w:rsid w:val="000257FB"/>
    <w:rsid w:val="00027CAB"/>
    <w:rsid w:val="00033566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A0874"/>
    <w:rsid w:val="000A296F"/>
    <w:rsid w:val="000A2A28"/>
    <w:rsid w:val="000A3CDF"/>
    <w:rsid w:val="000B192D"/>
    <w:rsid w:val="000B28EE"/>
    <w:rsid w:val="000B3E37"/>
    <w:rsid w:val="000D04B0"/>
    <w:rsid w:val="000D1B2E"/>
    <w:rsid w:val="000E36AA"/>
    <w:rsid w:val="000E6DBA"/>
    <w:rsid w:val="000E766F"/>
    <w:rsid w:val="000F1C57"/>
    <w:rsid w:val="000F5615"/>
    <w:rsid w:val="0010425C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83676"/>
    <w:rsid w:val="00191E27"/>
    <w:rsid w:val="00192F37"/>
    <w:rsid w:val="001948BC"/>
    <w:rsid w:val="001A70D2"/>
    <w:rsid w:val="001C7314"/>
    <w:rsid w:val="001D657B"/>
    <w:rsid w:val="001D7B54"/>
    <w:rsid w:val="001E0209"/>
    <w:rsid w:val="001F2CA2"/>
    <w:rsid w:val="001F53EF"/>
    <w:rsid w:val="00202ECD"/>
    <w:rsid w:val="00212567"/>
    <w:rsid w:val="002144C0"/>
    <w:rsid w:val="00214741"/>
    <w:rsid w:val="002174E0"/>
    <w:rsid w:val="0022477D"/>
    <w:rsid w:val="002278A9"/>
    <w:rsid w:val="00230F2F"/>
    <w:rsid w:val="002336F9"/>
    <w:rsid w:val="00236DFD"/>
    <w:rsid w:val="0024028F"/>
    <w:rsid w:val="00244ABC"/>
    <w:rsid w:val="0025593D"/>
    <w:rsid w:val="00255B5D"/>
    <w:rsid w:val="00266EAD"/>
    <w:rsid w:val="00275BD7"/>
    <w:rsid w:val="00281FF2"/>
    <w:rsid w:val="002857DE"/>
    <w:rsid w:val="00286725"/>
    <w:rsid w:val="00291567"/>
    <w:rsid w:val="002A22BF"/>
    <w:rsid w:val="002A2389"/>
    <w:rsid w:val="002A671D"/>
    <w:rsid w:val="002B4D55"/>
    <w:rsid w:val="002B5EA0"/>
    <w:rsid w:val="002B6119"/>
    <w:rsid w:val="002C1F06"/>
    <w:rsid w:val="002C3399"/>
    <w:rsid w:val="002D1D8E"/>
    <w:rsid w:val="002D2020"/>
    <w:rsid w:val="002D3375"/>
    <w:rsid w:val="002D73D4"/>
    <w:rsid w:val="002E079C"/>
    <w:rsid w:val="002E6E3D"/>
    <w:rsid w:val="002E742B"/>
    <w:rsid w:val="002F02A3"/>
    <w:rsid w:val="002F4ABE"/>
    <w:rsid w:val="002F5F3A"/>
    <w:rsid w:val="003018BA"/>
    <w:rsid w:val="00303390"/>
    <w:rsid w:val="0030395F"/>
    <w:rsid w:val="00305C92"/>
    <w:rsid w:val="003151C5"/>
    <w:rsid w:val="003343CF"/>
    <w:rsid w:val="00341CDF"/>
    <w:rsid w:val="00346FE9"/>
    <w:rsid w:val="0034759A"/>
    <w:rsid w:val="003500EA"/>
    <w:rsid w:val="003503F6"/>
    <w:rsid w:val="00350C89"/>
    <w:rsid w:val="003530DD"/>
    <w:rsid w:val="003629E6"/>
    <w:rsid w:val="00363F78"/>
    <w:rsid w:val="00370222"/>
    <w:rsid w:val="003A0A5B"/>
    <w:rsid w:val="003A1176"/>
    <w:rsid w:val="003C0BAE"/>
    <w:rsid w:val="003D18A9"/>
    <w:rsid w:val="003D6CE2"/>
    <w:rsid w:val="003E1941"/>
    <w:rsid w:val="003E2FE6"/>
    <w:rsid w:val="003E3669"/>
    <w:rsid w:val="003E49D5"/>
    <w:rsid w:val="003F205D"/>
    <w:rsid w:val="003F38C0"/>
    <w:rsid w:val="004040CB"/>
    <w:rsid w:val="004141ED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76724"/>
    <w:rsid w:val="004840FD"/>
    <w:rsid w:val="00490F7D"/>
    <w:rsid w:val="00491678"/>
    <w:rsid w:val="004922FD"/>
    <w:rsid w:val="004968E2"/>
    <w:rsid w:val="00497B6B"/>
    <w:rsid w:val="004A3EEA"/>
    <w:rsid w:val="004A4D1F"/>
    <w:rsid w:val="004C121F"/>
    <w:rsid w:val="004D5282"/>
    <w:rsid w:val="004D5EB5"/>
    <w:rsid w:val="004F1551"/>
    <w:rsid w:val="004F431B"/>
    <w:rsid w:val="004F55A3"/>
    <w:rsid w:val="0050496F"/>
    <w:rsid w:val="00513B6F"/>
    <w:rsid w:val="00517C63"/>
    <w:rsid w:val="00521BA1"/>
    <w:rsid w:val="0053420A"/>
    <w:rsid w:val="005363C4"/>
    <w:rsid w:val="00536BDE"/>
    <w:rsid w:val="005400ED"/>
    <w:rsid w:val="00543ACC"/>
    <w:rsid w:val="005564B6"/>
    <w:rsid w:val="0056696D"/>
    <w:rsid w:val="0057313D"/>
    <w:rsid w:val="0058467D"/>
    <w:rsid w:val="0059484D"/>
    <w:rsid w:val="00594FC8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1607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66786"/>
    <w:rsid w:val="00671958"/>
    <w:rsid w:val="00675843"/>
    <w:rsid w:val="00696477"/>
    <w:rsid w:val="006A460E"/>
    <w:rsid w:val="006A6763"/>
    <w:rsid w:val="006B568B"/>
    <w:rsid w:val="006D050F"/>
    <w:rsid w:val="006D265D"/>
    <w:rsid w:val="006D6139"/>
    <w:rsid w:val="006E5210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3ABD"/>
    <w:rsid w:val="00745302"/>
    <w:rsid w:val="007461D6"/>
    <w:rsid w:val="00746EC8"/>
    <w:rsid w:val="00763BF1"/>
    <w:rsid w:val="00766FD4"/>
    <w:rsid w:val="0078168C"/>
    <w:rsid w:val="007869DB"/>
    <w:rsid w:val="00787C2A"/>
    <w:rsid w:val="00790E27"/>
    <w:rsid w:val="007A4022"/>
    <w:rsid w:val="007A6E6E"/>
    <w:rsid w:val="007B010D"/>
    <w:rsid w:val="007B20E3"/>
    <w:rsid w:val="007C3299"/>
    <w:rsid w:val="007C3BCC"/>
    <w:rsid w:val="007C4546"/>
    <w:rsid w:val="007D6E56"/>
    <w:rsid w:val="007F4155"/>
    <w:rsid w:val="008013C9"/>
    <w:rsid w:val="0081554D"/>
    <w:rsid w:val="0081707E"/>
    <w:rsid w:val="008449B3"/>
    <w:rsid w:val="008552A2"/>
    <w:rsid w:val="0085747A"/>
    <w:rsid w:val="008622F0"/>
    <w:rsid w:val="00884922"/>
    <w:rsid w:val="00885F64"/>
    <w:rsid w:val="008917F9"/>
    <w:rsid w:val="008949EB"/>
    <w:rsid w:val="008A45F7"/>
    <w:rsid w:val="008A71B8"/>
    <w:rsid w:val="008B11B9"/>
    <w:rsid w:val="008C0CC0"/>
    <w:rsid w:val="008C0F82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0980"/>
    <w:rsid w:val="008F12C9"/>
    <w:rsid w:val="008F6E29"/>
    <w:rsid w:val="00902511"/>
    <w:rsid w:val="00913F4D"/>
    <w:rsid w:val="00916188"/>
    <w:rsid w:val="00923D7D"/>
    <w:rsid w:val="00946C16"/>
    <w:rsid w:val="009508DF"/>
    <w:rsid w:val="00950DAC"/>
    <w:rsid w:val="00954A07"/>
    <w:rsid w:val="009813B8"/>
    <w:rsid w:val="0098651E"/>
    <w:rsid w:val="00997F14"/>
    <w:rsid w:val="009A2BA9"/>
    <w:rsid w:val="009A6013"/>
    <w:rsid w:val="009A6EB8"/>
    <w:rsid w:val="009A78D9"/>
    <w:rsid w:val="009B077D"/>
    <w:rsid w:val="009B3317"/>
    <w:rsid w:val="009B6D75"/>
    <w:rsid w:val="009C3A4E"/>
    <w:rsid w:val="009C3E31"/>
    <w:rsid w:val="009C54AE"/>
    <w:rsid w:val="009C6816"/>
    <w:rsid w:val="009C788E"/>
    <w:rsid w:val="009D3F3B"/>
    <w:rsid w:val="009D51AE"/>
    <w:rsid w:val="009E0543"/>
    <w:rsid w:val="009E3B41"/>
    <w:rsid w:val="009E7266"/>
    <w:rsid w:val="009F3C5C"/>
    <w:rsid w:val="009F4610"/>
    <w:rsid w:val="00A00967"/>
    <w:rsid w:val="00A00ECC"/>
    <w:rsid w:val="00A11E1F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618B5"/>
    <w:rsid w:val="00A7653F"/>
    <w:rsid w:val="00A84C85"/>
    <w:rsid w:val="00A87998"/>
    <w:rsid w:val="00A97DE1"/>
    <w:rsid w:val="00AA1557"/>
    <w:rsid w:val="00AB053C"/>
    <w:rsid w:val="00AB76BA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AF6108"/>
    <w:rsid w:val="00B06142"/>
    <w:rsid w:val="00B135B1"/>
    <w:rsid w:val="00B3130B"/>
    <w:rsid w:val="00B40ADB"/>
    <w:rsid w:val="00B42267"/>
    <w:rsid w:val="00B43B77"/>
    <w:rsid w:val="00B43E80"/>
    <w:rsid w:val="00B44B91"/>
    <w:rsid w:val="00B44C0E"/>
    <w:rsid w:val="00B46526"/>
    <w:rsid w:val="00B54DBB"/>
    <w:rsid w:val="00B607DB"/>
    <w:rsid w:val="00B639EA"/>
    <w:rsid w:val="00B66529"/>
    <w:rsid w:val="00B667FB"/>
    <w:rsid w:val="00B746BD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46529"/>
    <w:rsid w:val="00C56036"/>
    <w:rsid w:val="00C61C1C"/>
    <w:rsid w:val="00C61DC5"/>
    <w:rsid w:val="00C65002"/>
    <w:rsid w:val="00C67810"/>
    <w:rsid w:val="00C67E92"/>
    <w:rsid w:val="00C70A26"/>
    <w:rsid w:val="00C71F60"/>
    <w:rsid w:val="00C75AF9"/>
    <w:rsid w:val="00C766DF"/>
    <w:rsid w:val="00C87A9A"/>
    <w:rsid w:val="00C94B98"/>
    <w:rsid w:val="00C951D2"/>
    <w:rsid w:val="00C95E1C"/>
    <w:rsid w:val="00CA2B96"/>
    <w:rsid w:val="00CA5089"/>
    <w:rsid w:val="00CA56E5"/>
    <w:rsid w:val="00CD0FA3"/>
    <w:rsid w:val="00CD6897"/>
    <w:rsid w:val="00CE2027"/>
    <w:rsid w:val="00CE5BAC"/>
    <w:rsid w:val="00CF1A4E"/>
    <w:rsid w:val="00CF25BE"/>
    <w:rsid w:val="00CF45C3"/>
    <w:rsid w:val="00CF76AA"/>
    <w:rsid w:val="00CF78ED"/>
    <w:rsid w:val="00D02B25"/>
    <w:rsid w:val="00D02EBA"/>
    <w:rsid w:val="00D04A16"/>
    <w:rsid w:val="00D15486"/>
    <w:rsid w:val="00D17C3C"/>
    <w:rsid w:val="00D26823"/>
    <w:rsid w:val="00D26B2C"/>
    <w:rsid w:val="00D352C9"/>
    <w:rsid w:val="00D425B2"/>
    <w:rsid w:val="00D428D6"/>
    <w:rsid w:val="00D552B2"/>
    <w:rsid w:val="00D60387"/>
    <w:rsid w:val="00D608D1"/>
    <w:rsid w:val="00D62E46"/>
    <w:rsid w:val="00D74119"/>
    <w:rsid w:val="00D7685D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E50CA"/>
    <w:rsid w:val="00DF320D"/>
    <w:rsid w:val="00DF3DC2"/>
    <w:rsid w:val="00DF71C8"/>
    <w:rsid w:val="00E129B8"/>
    <w:rsid w:val="00E17574"/>
    <w:rsid w:val="00E21E7D"/>
    <w:rsid w:val="00E22FBC"/>
    <w:rsid w:val="00E24BF5"/>
    <w:rsid w:val="00E25338"/>
    <w:rsid w:val="00E26BE7"/>
    <w:rsid w:val="00E27EB2"/>
    <w:rsid w:val="00E305E5"/>
    <w:rsid w:val="00E37FAF"/>
    <w:rsid w:val="00E47245"/>
    <w:rsid w:val="00E47683"/>
    <w:rsid w:val="00E51E44"/>
    <w:rsid w:val="00E63348"/>
    <w:rsid w:val="00E700E2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C79A8"/>
    <w:rsid w:val="00ED03AB"/>
    <w:rsid w:val="00ED0508"/>
    <w:rsid w:val="00ED32D2"/>
    <w:rsid w:val="00ED3E84"/>
    <w:rsid w:val="00EE32DE"/>
    <w:rsid w:val="00EE5457"/>
    <w:rsid w:val="00F03246"/>
    <w:rsid w:val="00F070AB"/>
    <w:rsid w:val="00F07939"/>
    <w:rsid w:val="00F12B18"/>
    <w:rsid w:val="00F17567"/>
    <w:rsid w:val="00F25150"/>
    <w:rsid w:val="00F27A7B"/>
    <w:rsid w:val="00F31834"/>
    <w:rsid w:val="00F31C66"/>
    <w:rsid w:val="00F32A13"/>
    <w:rsid w:val="00F4219C"/>
    <w:rsid w:val="00F526AF"/>
    <w:rsid w:val="00F5704C"/>
    <w:rsid w:val="00F617C3"/>
    <w:rsid w:val="00F7066B"/>
    <w:rsid w:val="00F83B28"/>
    <w:rsid w:val="00F96C88"/>
    <w:rsid w:val="00F9722A"/>
    <w:rsid w:val="00F974DA"/>
    <w:rsid w:val="00F97662"/>
    <w:rsid w:val="00FA46E5"/>
    <w:rsid w:val="00FB057F"/>
    <w:rsid w:val="00FB5BCD"/>
    <w:rsid w:val="00FB7DBA"/>
    <w:rsid w:val="00FC1C25"/>
    <w:rsid w:val="00FC3F45"/>
    <w:rsid w:val="00FC708A"/>
    <w:rsid w:val="00FC730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F774"/>
  <w15:docId w15:val="{F2CEF224-2214-41E0-A4B4-1ACD33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4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5D51E5-67BC-4C5B-969E-2C033680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2021-10-25T06:12:00Z</dcterms:created>
  <dcterms:modified xsi:type="dcterms:W3CDTF">2022-11-29T13:34:00Z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